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5A" w:rsidRDefault="004812B1" w:rsidP="0030335A">
      <w:r>
        <w:rPr>
          <w:rFonts w:hint="eastAsia"/>
        </w:rPr>
        <w:t>（</w:t>
      </w:r>
      <w:r w:rsidR="0030335A">
        <w:rPr>
          <w:rFonts w:hint="eastAsia"/>
        </w:rPr>
        <w:t>様式</w:t>
      </w:r>
      <w:r>
        <w:rPr>
          <w:rFonts w:hint="eastAsia"/>
        </w:rPr>
        <w:t>４）</w:t>
      </w:r>
      <w:bookmarkStart w:id="0" w:name="_GoBack"/>
      <w:bookmarkEnd w:id="0"/>
    </w:p>
    <w:p w:rsidR="0030335A" w:rsidRPr="00283EE2" w:rsidRDefault="0030335A" w:rsidP="00283EE2">
      <w:pPr>
        <w:jc w:val="center"/>
        <w:rPr>
          <w:sz w:val="28"/>
          <w:szCs w:val="28"/>
        </w:rPr>
      </w:pPr>
      <w:r w:rsidRPr="00283EE2">
        <w:rPr>
          <w:rFonts w:hint="eastAsia"/>
          <w:sz w:val="28"/>
          <w:szCs w:val="28"/>
        </w:rPr>
        <w:t>同等品申請書</w:t>
      </w:r>
    </w:p>
    <w:p w:rsidR="00283EE2" w:rsidRDefault="00283EE2" w:rsidP="00283EE2">
      <w:pPr>
        <w:ind w:firstLineChars="2900" w:firstLine="6090"/>
      </w:pPr>
      <w:r>
        <w:rPr>
          <w:rFonts w:hint="eastAsia"/>
        </w:rPr>
        <w:t>令和　　年　　月　　日</w:t>
      </w:r>
    </w:p>
    <w:p w:rsidR="00283EE2" w:rsidRPr="00283EE2" w:rsidRDefault="00283EE2" w:rsidP="0030335A"/>
    <w:p w:rsidR="00283EE2" w:rsidRDefault="00283EE2" w:rsidP="0030335A"/>
    <w:p w:rsidR="0030335A" w:rsidRDefault="0030335A" w:rsidP="0030335A">
      <w:r>
        <w:rPr>
          <w:rFonts w:hint="eastAsia"/>
        </w:rPr>
        <w:t>愛媛県立</w:t>
      </w:r>
      <w:r w:rsidR="00283EE2">
        <w:rPr>
          <w:rFonts w:hint="eastAsia"/>
        </w:rPr>
        <w:t>川之石</w:t>
      </w:r>
      <w:r>
        <w:rPr>
          <w:rFonts w:hint="eastAsia"/>
        </w:rPr>
        <w:t>高等学校長　様</w:t>
      </w:r>
    </w:p>
    <w:p w:rsidR="00283EE2" w:rsidRDefault="00283EE2" w:rsidP="0030335A"/>
    <w:p w:rsidR="0030335A" w:rsidRDefault="0030335A" w:rsidP="00283EE2">
      <w:pPr>
        <w:ind w:firstLineChars="2400" w:firstLine="5040"/>
      </w:pPr>
      <w:r>
        <w:rPr>
          <w:rFonts w:hint="eastAsia"/>
        </w:rPr>
        <w:t>住所</w:t>
      </w:r>
    </w:p>
    <w:p w:rsidR="0030335A" w:rsidRDefault="0030335A" w:rsidP="00283EE2">
      <w:pPr>
        <w:ind w:firstLineChars="2400" w:firstLine="5040"/>
      </w:pPr>
      <w:r>
        <w:rPr>
          <w:rFonts w:hint="eastAsia"/>
        </w:rPr>
        <w:t>商号又は名称</w:t>
      </w:r>
    </w:p>
    <w:p w:rsidR="0030335A" w:rsidRDefault="00283EE2" w:rsidP="00283EE2">
      <w:pPr>
        <w:ind w:firstLineChars="2400" w:firstLine="5040"/>
      </w:pPr>
      <w:r>
        <w:rPr>
          <w:rFonts w:hint="eastAsia"/>
        </w:rPr>
        <w:t xml:space="preserve">代表者氏名　　　　　　　　　　</w:t>
      </w:r>
      <w:r w:rsidR="0030335A">
        <w:rPr>
          <w:rFonts w:hint="eastAsia"/>
        </w:rPr>
        <w:t>印</w:t>
      </w:r>
    </w:p>
    <w:p w:rsidR="00283EE2" w:rsidRDefault="00283EE2" w:rsidP="0030335A"/>
    <w:p w:rsidR="00283EE2" w:rsidRDefault="00283EE2" w:rsidP="0030335A"/>
    <w:p w:rsidR="0030335A" w:rsidRDefault="0030335A" w:rsidP="0030335A">
      <w:r>
        <w:rPr>
          <w:rFonts w:hint="eastAsia"/>
        </w:rPr>
        <w:t xml:space="preserve">　下記の物品について同等品を申請します。</w:t>
      </w:r>
    </w:p>
    <w:p w:rsidR="00283EE2" w:rsidRDefault="00283EE2" w:rsidP="0030335A"/>
    <w:p w:rsidR="00283EE2" w:rsidRDefault="00283EE2" w:rsidP="00283EE2">
      <w:pPr>
        <w:jc w:val="center"/>
      </w:pPr>
      <w:r>
        <w:rPr>
          <w:rFonts w:hint="eastAsia"/>
        </w:rPr>
        <w:t>記</w:t>
      </w:r>
    </w:p>
    <w:p w:rsidR="00283EE2" w:rsidRDefault="00283EE2" w:rsidP="0030335A"/>
    <w:p w:rsidR="00283EE2" w:rsidRDefault="0030335A" w:rsidP="0030335A">
      <w:r>
        <w:rPr>
          <w:rFonts w:hint="eastAsia"/>
        </w:rPr>
        <w:t>1</w:t>
      </w:r>
      <w:r>
        <w:rPr>
          <w:rFonts w:hint="eastAsia"/>
        </w:rPr>
        <w:t xml:space="preserve">　申請品目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3537"/>
      </w:tblGrid>
      <w:tr w:rsidR="00283EE2" w:rsidTr="00283EE2">
        <w:trPr>
          <w:trHeight w:val="433"/>
        </w:trPr>
        <w:tc>
          <w:tcPr>
            <w:tcW w:w="2547" w:type="dxa"/>
            <w:vAlign w:val="center"/>
          </w:tcPr>
          <w:p w:rsidR="00283EE2" w:rsidRDefault="00283EE2" w:rsidP="00283EE2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2410" w:type="dxa"/>
            <w:vAlign w:val="center"/>
          </w:tcPr>
          <w:p w:rsidR="00283EE2" w:rsidRDefault="00283EE2" w:rsidP="00283EE2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3537" w:type="dxa"/>
            <w:vAlign w:val="center"/>
          </w:tcPr>
          <w:p w:rsidR="00283EE2" w:rsidRDefault="00283EE2" w:rsidP="00283EE2">
            <w:pPr>
              <w:jc w:val="center"/>
            </w:pPr>
            <w:r>
              <w:rPr>
                <w:rFonts w:hint="eastAsia"/>
              </w:rPr>
              <w:t>品番</w:t>
            </w:r>
          </w:p>
        </w:tc>
      </w:tr>
      <w:tr w:rsidR="00283EE2" w:rsidTr="00283EE2">
        <w:trPr>
          <w:trHeight w:val="566"/>
        </w:trPr>
        <w:tc>
          <w:tcPr>
            <w:tcW w:w="2547" w:type="dxa"/>
          </w:tcPr>
          <w:p w:rsidR="00283EE2" w:rsidRDefault="00283EE2" w:rsidP="0030335A"/>
        </w:tc>
        <w:tc>
          <w:tcPr>
            <w:tcW w:w="2410" w:type="dxa"/>
          </w:tcPr>
          <w:p w:rsidR="00283EE2" w:rsidRDefault="00283EE2" w:rsidP="0030335A"/>
        </w:tc>
        <w:tc>
          <w:tcPr>
            <w:tcW w:w="3537" w:type="dxa"/>
          </w:tcPr>
          <w:p w:rsidR="00283EE2" w:rsidRDefault="00283EE2" w:rsidP="0030335A"/>
        </w:tc>
      </w:tr>
      <w:tr w:rsidR="00283EE2" w:rsidTr="00283EE2">
        <w:trPr>
          <w:trHeight w:val="547"/>
        </w:trPr>
        <w:tc>
          <w:tcPr>
            <w:tcW w:w="2547" w:type="dxa"/>
          </w:tcPr>
          <w:p w:rsidR="00283EE2" w:rsidRDefault="00283EE2" w:rsidP="0030335A"/>
        </w:tc>
        <w:tc>
          <w:tcPr>
            <w:tcW w:w="2410" w:type="dxa"/>
          </w:tcPr>
          <w:p w:rsidR="00283EE2" w:rsidRDefault="00283EE2" w:rsidP="0030335A"/>
        </w:tc>
        <w:tc>
          <w:tcPr>
            <w:tcW w:w="3537" w:type="dxa"/>
          </w:tcPr>
          <w:p w:rsidR="00283EE2" w:rsidRDefault="00283EE2" w:rsidP="0030335A"/>
        </w:tc>
      </w:tr>
      <w:tr w:rsidR="00283EE2" w:rsidTr="00283EE2">
        <w:trPr>
          <w:trHeight w:val="554"/>
        </w:trPr>
        <w:tc>
          <w:tcPr>
            <w:tcW w:w="2547" w:type="dxa"/>
          </w:tcPr>
          <w:p w:rsidR="00283EE2" w:rsidRDefault="00283EE2" w:rsidP="0030335A"/>
        </w:tc>
        <w:tc>
          <w:tcPr>
            <w:tcW w:w="2410" w:type="dxa"/>
          </w:tcPr>
          <w:p w:rsidR="00283EE2" w:rsidRDefault="00283EE2" w:rsidP="0030335A"/>
        </w:tc>
        <w:tc>
          <w:tcPr>
            <w:tcW w:w="3537" w:type="dxa"/>
          </w:tcPr>
          <w:p w:rsidR="00283EE2" w:rsidRDefault="00283EE2" w:rsidP="0030335A"/>
        </w:tc>
      </w:tr>
      <w:tr w:rsidR="00283EE2" w:rsidTr="00283EE2">
        <w:trPr>
          <w:trHeight w:val="562"/>
        </w:trPr>
        <w:tc>
          <w:tcPr>
            <w:tcW w:w="2547" w:type="dxa"/>
          </w:tcPr>
          <w:p w:rsidR="00283EE2" w:rsidRDefault="00283EE2" w:rsidP="0030335A"/>
        </w:tc>
        <w:tc>
          <w:tcPr>
            <w:tcW w:w="2410" w:type="dxa"/>
          </w:tcPr>
          <w:p w:rsidR="00283EE2" w:rsidRDefault="00283EE2" w:rsidP="0030335A"/>
        </w:tc>
        <w:tc>
          <w:tcPr>
            <w:tcW w:w="3537" w:type="dxa"/>
          </w:tcPr>
          <w:p w:rsidR="00283EE2" w:rsidRDefault="00283EE2" w:rsidP="0030335A"/>
        </w:tc>
      </w:tr>
    </w:tbl>
    <w:p w:rsidR="0030335A" w:rsidRDefault="0030335A" w:rsidP="0030335A">
      <w:r>
        <w:rPr>
          <w:rFonts w:hint="eastAsia"/>
        </w:rPr>
        <w:t>（注意事項）</w:t>
      </w:r>
    </w:p>
    <w:p w:rsidR="0030335A" w:rsidRDefault="0030335A" w:rsidP="0030335A">
      <w:r>
        <w:rPr>
          <w:rFonts w:hint="eastAsia"/>
        </w:rPr>
        <w:t xml:space="preserve">　同等品は、参考品又は仕様書の規格等と比較し、材質、仕様、大きさ等が機能的、品質的に同等であって、メーカーの既製品を基本とすること。</w:t>
      </w:r>
    </w:p>
    <w:sectPr w:rsidR="003033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5A"/>
    <w:rsid w:val="002661DD"/>
    <w:rsid w:val="00283EE2"/>
    <w:rsid w:val="0030335A"/>
    <w:rsid w:val="004379C6"/>
    <w:rsid w:val="004812B1"/>
    <w:rsid w:val="00D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5D4579-0A5D-4989-ACED-C30F965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5" Type="http://schemas.openxmlformats.org/officeDocument/2006/relationships/theme" Target="theme/theme1.xml"/>
<Relationship Id="rId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6AEF928F.dotm</Template>
  <TotalTime>12</TotalTime>
  <Pages>1</Pages>
  <Words>30</Words>
  <Characters>177</Characters>
  <Application>FastSanitizer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仲本 哲也</dc:creator>
  <cp:keywords/>
  <dc:description/>
  <cp:lastModifiedBy>仲本 哲也</cp:lastModifiedBy>
  <cp:revision>3</cp:revision>
  <dcterms:created xsi:type="dcterms:W3CDTF">2021-05-10T07:40:00Z</dcterms:created>
  <dcterms:modified xsi:type="dcterms:W3CDTF">2021-05-21T04:09:00Z</dcterms:modified>
</cp:coreProperties>
</file>