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5A" w:rsidRDefault="0033225E" w:rsidP="0030335A">
      <w:r>
        <w:rPr>
          <w:rFonts w:hint="eastAsia"/>
        </w:rPr>
        <w:t>（</w:t>
      </w:r>
      <w:r w:rsidR="0030335A">
        <w:rPr>
          <w:rFonts w:hint="eastAsia"/>
        </w:rPr>
        <w:t>様式</w:t>
      </w:r>
      <w:r>
        <w:rPr>
          <w:rFonts w:hint="eastAsia"/>
        </w:rPr>
        <w:t>７）</w:t>
      </w:r>
      <w:bookmarkStart w:id="0" w:name="_GoBack"/>
      <w:bookmarkEnd w:id="0"/>
    </w:p>
    <w:p w:rsidR="0030335A" w:rsidRPr="00283EE2" w:rsidRDefault="00B06179" w:rsidP="00283EE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受　注　実　績　表</w:t>
      </w:r>
    </w:p>
    <w:p w:rsidR="00283EE2" w:rsidRDefault="00283EE2" w:rsidP="00283EE2">
      <w:pPr>
        <w:ind w:firstLineChars="2900" w:firstLine="6090"/>
      </w:pPr>
      <w:r>
        <w:rPr>
          <w:rFonts w:hint="eastAsia"/>
        </w:rPr>
        <w:t>令和　　年　　月　　日</w:t>
      </w:r>
    </w:p>
    <w:p w:rsidR="00283EE2" w:rsidRPr="00283EE2" w:rsidRDefault="00283EE2" w:rsidP="0030335A"/>
    <w:p w:rsidR="00283EE2" w:rsidRDefault="00283EE2" w:rsidP="0030335A"/>
    <w:p w:rsidR="0030335A" w:rsidRDefault="0030335A" w:rsidP="0030335A">
      <w:r>
        <w:rPr>
          <w:rFonts w:hint="eastAsia"/>
        </w:rPr>
        <w:t>愛媛県立</w:t>
      </w:r>
      <w:r w:rsidR="00283EE2">
        <w:rPr>
          <w:rFonts w:hint="eastAsia"/>
        </w:rPr>
        <w:t>川之石</w:t>
      </w:r>
      <w:r>
        <w:rPr>
          <w:rFonts w:hint="eastAsia"/>
        </w:rPr>
        <w:t>高等学校長　様</w:t>
      </w:r>
    </w:p>
    <w:p w:rsidR="00283EE2" w:rsidRDefault="00283EE2" w:rsidP="0030335A"/>
    <w:p w:rsidR="0030335A" w:rsidRDefault="0030335A" w:rsidP="00283EE2">
      <w:pPr>
        <w:ind w:firstLineChars="2400" w:firstLine="5040"/>
      </w:pPr>
      <w:r>
        <w:rPr>
          <w:rFonts w:hint="eastAsia"/>
        </w:rPr>
        <w:t>住所</w:t>
      </w:r>
    </w:p>
    <w:p w:rsidR="0030335A" w:rsidRDefault="0030335A" w:rsidP="00283EE2">
      <w:pPr>
        <w:ind w:firstLineChars="2400" w:firstLine="5040"/>
      </w:pPr>
      <w:r>
        <w:rPr>
          <w:rFonts w:hint="eastAsia"/>
        </w:rPr>
        <w:t>商号又は名称</w:t>
      </w:r>
    </w:p>
    <w:p w:rsidR="0030335A" w:rsidRDefault="00283EE2" w:rsidP="00283EE2">
      <w:pPr>
        <w:ind w:firstLineChars="2400" w:firstLine="5040"/>
      </w:pPr>
      <w:r>
        <w:rPr>
          <w:rFonts w:hint="eastAsia"/>
        </w:rPr>
        <w:t xml:space="preserve">代表者氏名　　　　　　　　　　</w:t>
      </w:r>
      <w:r w:rsidR="0030335A">
        <w:rPr>
          <w:rFonts w:hint="eastAsia"/>
        </w:rPr>
        <w:t>印</w:t>
      </w:r>
    </w:p>
    <w:p w:rsidR="00283EE2" w:rsidRDefault="00283EE2" w:rsidP="0030335A"/>
    <w:p w:rsidR="00283EE2" w:rsidRDefault="00283EE2" w:rsidP="0030335A"/>
    <w:p w:rsidR="00B06179" w:rsidRDefault="00B06179" w:rsidP="0030335A"/>
    <w:p w:rsidR="00283EE2" w:rsidRDefault="0030335A" w:rsidP="0030335A">
      <w:r>
        <w:rPr>
          <w:rFonts w:hint="eastAsia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418"/>
        <w:gridCol w:w="2126"/>
        <w:gridCol w:w="986"/>
      </w:tblGrid>
      <w:tr w:rsidR="002A05AA" w:rsidTr="002A05AA">
        <w:trPr>
          <w:trHeight w:val="433"/>
        </w:trPr>
        <w:tc>
          <w:tcPr>
            <w:tcW w:w="2122" w:type="dxa"/>
            <w:vAlign w:val="center"/>
          </w:tcPr>
          <w:p w:rsidR="002A05AA" w:rsidRDefault="002A05AA" w:rsidP="002A05AA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42" w:type="dxa"/>
            <w:vAlign w:val="center"/>
          </w:tcPr>
          <w:p w:rsidR="002A05AA" w:rsidRDefault="002A05AA" w:rsidP="002A05AA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418" w:type="dxa"/>
            <w:vAlign w:val="center"/>
          </w:tcPr>
          <w:p w:rsidR="002A05AA" w:rsidRDefault="002A05AA" w:rsidP="002A05AA">
            <w:pPr>
              <w:jc w:val="center"/>
            </w:pPr>
            <w:r>
              <w:rPr>
                <w:rFonts w:hint="eastAsia"/>
              </w:rPr>
              <w:t>契約日</w:t>
            </w:r>
          </w:p>
        </w:tc>
        <w:tc>
          <w:tcPr>
            <w:tcW w:w="2126" w:type="dxa"/>
            <w:vAlign w:val="center"/>
          </w:tcPr>
          <w:p w:rsidR="002A05AA" w:rsidRDefault="002A05AA" w:rsidP="002A05AA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986" w:type="dxa"/>
            <w:vAlign w:val="center"/>
          </w:tcPr>
          <w:p w:rsidR="002A05AA" w:rsidRDefault="002A05AA" w:rsidP="002A05A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A05AA" w:rsidTr="002A05AA">
        <w:trPr>
          <w:trHeight w:val="566"/>
        </w:trPr>
        <w:tc>
          <w:tcPr>
            <w:tcW w:w="2122" w:type="dxa"/>
          </w:tcPr>
          <w:p w:rsidR="002A05AA" w:rsidRDefault="002A05AA" w:rsidP="0030335A"/>
        </w:tc>
        <w:tc>
          <w:tcPr>
            <w:tcW w:w="1842" w:type="dxa"/>
          </w:tcPr>
          <w:p w:rsidR="002A05AA" w:rsidRDefault="002A05AA" w:rsidP="0030335A"/>
        </w:tc>
        <w:tc>
          <w:tcPr>
            <w:tcW w:w="1418" w:type="dxa"/>
          </w:tcPr>
          <w:p w:rsidR="002A05AA" w:rsidRDefault="002A05AA" w:rsidP="0030335A"/>
        </w:tc>
        <w:tc>
          <w:tcPr>
            <w:tcW w:w="2126" w:type="dxa"/>
          </w:tcPr>
          <w:p w:rsidR="002A05AA" w:rsidRDefault="002A05AA" w:rsidP="0030335A"/>
        </w:tc>
        <w:tc>
          <w:tcPr>
            <w:tcW w:w="986" w:type="dxa"/>
          </w:tcPr>
          <w:p w:rsidR="002A05AA" w:rsidRDefault="002A05AA" w:rsidP="0030335A"/>
        </w:tc>
      </w:tr>
      <w:tr w:rsidR="002A05AA" w:rsidTr="002A05AA">
        <w:trPr>
          <w:trHeight w:val="547"/>
        </w:trPr>
        <w:tc>
          <w:tcPr>
            <w:tcW w:w="2122" w:type="dxa"/>
          </w:tcPr>
          <w:p w:rsidR="002A05AA" w:rsidRDefault="002A05AA" w:rsidP="0030335A"/>
        </w:tc>
        <w:tc>
          <w:tcPr>
            <w:tcW w:w="1842" w:type="dxa"/>
          </w:tcPr>
          <w:p w:rsidR="002A05AA" w:rsidRDefault="002A05AA" w:rsidP="0030335A"/>
        </w:tc>
        <w:tc>
          <w:tcPr>
            <w:tcW w:w="1418" w:type="dxa"/>
          </w:tcPr>
          <w:p w:rsidR="002A05AA" w:rsidRDefault="002A05AA" w:rsidP="0030335A"/>
        </w:tc>
        <w:tc>
          <w:tcPr>
            <w:tcW w:w="2126" w:type="dxa"/>
          </w:tcPr>
          <w:p w:rsidR="002A05AA" w:rsidRDefault="002A05AA" w:rsidP="0030335A"/>
        </w:tc>
        <w:tc>
          <w:tcPr>
            <w:tcW w:w="986" w:type="dxa"/>
          </w:tcPr>
          <w:p w:rsidR="002A05AA" w:rsidRDefault="002A05AA" w:rsidP="0030335A"/>
        </w:tc>
      </w:tr>
      <w:tr w:rsidR="002A05AA" w:rsidTr="002A05AA">
        <w:trPr>
          <w:trHeight w:val="554"/>
        </w:trPr>
        <w:tc>
          <w:tcPr>
            <w:tcW w:w="2122" w:type="dxa"/>
          </w:tcPr>
          <w:p w:rsidR="002A05AA" w:rsidRDefault="002A05AA" w:rsidP="0030335A"/>
        </w:tc>
        <w:tc>
          <w:tcPr>
            <w:tcW w:w="1842" w:type="dxa"/>
          </w:tcPr>
          <w:p w:rsidR="002A05AA" w:rsidRDefault="002A05AA" w:rsidP="0030335A"/>
        </w:tc>
        <w:tc>
          <w:tcPr>
            <w:tcW w:w="1418" w:type="dxa"/>
          </w:tcPr>
          <w:p w:rsidR="002A05AA" w:rsidRDefault="002A05AA" w:rsidP="0030335A"/>
        </w:tc>
        <w:tc>
          <w:tcPr>
            <w:tcW w:w="2126" w:type="dxa"/>
          </w:tcPr>
          <w:p w:rsidR="002A05AA" w:rsidRDefault="002A05AA" w:rsidP="0030335A"/>
        </w:tc>
        <w:tc>
          <w:tcPr>
            <w:tcW w:w="986" w:type="dxa"/>
          </w:tcPr>
          <w:p w:rsidR="002A05AA" w:rsidRDefault="002A05AA" w:rsidP="0030335A"/>
        </w:tc>
      </w:tr>
      <w:tr w:rsidR="002A05AA" w:rsidTr="002A05AA">
        <w:trPr>
          <w:trHeight w:val="562"/>
        </w:trPr>
        <w:tc>
          <w:tcPr>
            <w:tcW w:w="2122" w:type="dxa"/>
          </w:tcPr>
          <w:p w:rsidR="002A05AA" w:rsidRDefault="002A05AA" w:rsidP="0030335A"/>
        </w:tc>
        <w:tc>
          <w:tcPr>
            <w:tcW w:w="1842" w:type="dxa"/>
          </w:tcPr>
          <w:p w:rsidR="002A05AA" w:rsidRDefault="002A05AA" w:rsidP="0030335A"/>
        </w:tc>
        <w:tc>
          <w:tcPr>
            <w:tcW w:w="1418" w:type="dxa"/>
          </w:tcPr>
          <w:p w:rsidR="002A05AA" w:rsidRDefault="002A05AA" w:rsidP="0030335A"/>
        </w:tc>
        <w:tc>
          <w:tcPr>
            <w:tcW w:w="2126" w:type="dxa"/>
          </w:tcPr>
          <w:p w:rsidR="002A05AA" w:rsidRDefault="002A05AA" w:rsidP="0030335A"/>
        </w:tc>
        <w:tc>
          <w:tcPr>
            <w:tcW w:w="986" w:type="dxa"/>
          </w:tcPr>
          <w:p w:rsidR="002A05AA" w:rsidRDefault="002A05AA" w:rsidP="0030335A"/>
        </w:tc>
      </w:tr>
    </w:tbl>
    <w:p w:rsidR="0030335A" w:rsidRDefault="002A05AA" w:rsidP="0030335A">
      <w:r>
        <w:rPr>
          <w:rFonts w:hint="eastAsia"/>
        </w:rPr>
        <w:t>注　契約書の写しを添付してください</w:t>
      </w:r>
      <w:r w:rsidR="0030335A">
        <w:rPr>
          <w:rFonts w:hint="eastAsia"/>
        </w:rPr>
        <w:t>。</w:t>
      </w:r>
    </w:p>
    <w:p w:rsidR="002A05AA" w:rsidRPr="002A05AA" w:rsidRDefault="002A05AA" w:rsidP="0030335A">
      <w:r>
        <w:rPr>
          <w:rFonts w:hint="eastAsia"/>
        </w:rPr>
        <w:t>（必要に応じて、別記記載としても結構です。）</w:t>
      </w:r>
    </w:p>
    <w:sectPr w:rsidR="002A05AA" w:rsidRPr="002A05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5A"/>
    <w:rsid w:val="0019791E"/>
    <w:rsid w:val="002661DD"/>
    <w:rsid w:val="00283EE2"/>
    <w:rsid w:val="002A05AA"/>
    <w:rsid w:val="0030335A"/>
    <w:rsid w:val="0033225E"/>
    <w:rsid w:val="004379C6"/>
    <w:rsid w:val="00B06179"/>
    <w:rsid w:val="00D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5D4579-0A5D-4989-ACED-C30F965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61EC6828.dotm</Template>
  <TotalTime>4</TotalTime>
  <Pages>1</Pages>
  <Words>24</Words>
  <Characters>142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仲本 哲也</dc:creator>
  <cp:keywords/>
  <dc:description/>
  <cp:lastModifiedBy>仲本 哲也</cp:lastModifiedBy>
  <cp:revision>5</cp:revision>
  <dcterms:created xsi:type="dcterms:W3CDTF">2021-05-10T22:52:00Z</dcterms:created>
  <dcterms:modified xsi:type="dcterms:W3CDTF">2021-05-21T04:12:00Z</dcterms:modified>
</cp:coreProperties>
</file>